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A6D" w:rsidRPr="006A0ACD" w:rsidRDefault="00A54A6D" w:rsidP="00FE46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ELA</w:t>
      </w:r>
      <w:r w:rsidRPr="006A0ACD">
        <w:rPr>
          <w:rFonts w:ascii="Times New Roman" w:hAnsi="Times New Roman"/>
          <w:b/>
          <w:sz w:val="28"/>
          <w:szCs w:val="28"/>
        </w:rPr>
        <w:t xml:space="preserve">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3672"/>
      </w:tblGrid>
      <w:tr w:rsidR="00A54A6D" w:rsidRPr="00826275" w:rsidTr="00826275">
        <w:tc>
          <w:tcPr>
            <w:tcW w:w="3672" w:type="dxa"/>
            <w:gridSpan w:val="2"/>
            <w:shd w:val="clear" w:color="auto" w:fill="FFC000"/>
          </w:tcPr>
          <w:p w:rsidR="00A54A6D" w:rsidRPr="00D7776F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Morgan, 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</w:rPr>
                <w:t>Lake</w:t>
              </w:r>
            </w:smartTag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A54A6D" w:rsidRPr="00D7776F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  <w:shd w:val="clear" w:color="auto" w:fill="FFC000"/>
          </w:tcPr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826275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sz w:val="24"/>
                <w:szCs w:val="24"/>
              </w:rPr>
              <w:t>Thursday, September 13, 2012 – Friday, September 14, 2012</w:t>
            </w:r>
          </w:p>
        </w:tc>
      </w:tr>
      <w:tr w:rsidR="00A54A6D" w:rsidRPr="00826275" w:rsidTr="00826275">
        <w:tc>
          <w:tcPr>
            <w:tcW w:w="5508" w:type="dxa"/>
            <w:gridSpan w:val="3"/>
          </w:tcPr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Unit Title: Wanted: </w:t>
            </w:r>
            <w:r w:rsidRPr="00132F97">
              <w:rPr>
                <w:rFonts w:ascii="Times New Roman" w:hAnsi="Times New Roman"/>
                <w:sz w:val="24"/>
                <w:szCs w:val="24"/>
              </w:rPr>
              <w:t>A Few Good Friends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Corresponding Unit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 Task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Writing an Opinion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Task 2 :  2 </w:t>
            </w:r>
            <w:r w:rsidRPr="00132F97">
              <w:rPr>
                <w:rFonts w:ascii="Times New Roman" w:hAnsi="Times New Roman"/>
                <w:sz w:val="24"/>
                <w:szCs w:val="24"/>
              </w:rPr>
              <w:t xml:space="preserve">days  </w:t>
            </w:r>
          </w:p>
        </w:tc>
      </w:tr>
      <w:tr w:rsidR="00A54A6D" w:rsidRPr="00826275" w:rsidTr="00826275">
        <w:trPr>
          <w:trHeight w:val="737"/>
        </w:trPr>
        <w:tc>
          <w:tcPr>
            <w:tcW w:w="11016" w:type="dxa"/>
            <w:gridSpan w:val="6"/>
          </w:tcPr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1. Why is it important for good readers, writers, and listeners to remember important details when retelling a story, poem, or informational text?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2. How do illustrations help good readers locate and remember the important details in a story?</w:t>
            </w:r>
          </w:p>
          <w:p w:rsidR="00A54A6D" w:rsidRDefault="00A54A6D" w:rsidP="007E2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3.Why is it important for good listerners to give others the opportunity to speak when we are sharing ideas?</w:t>
            </w:r>
          </w:p>
          <w:p w:rsidR="00A54A6D" w:rsidRPr="00826275" w:rsidRDefault="00A54A6D" w:rsidP="007E2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How can drawing pictures help us better communicate our ideas, thoughts, feelings, and understandings?</w:t>
            </w:r>
          </w:p>
        </w:tc>
      </w:tr>
      <w:tr w:rsidR="00A54A6D" w:rsidRPr="00826275" w:rsidTr="00826275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A54A6D" w:rsidRPr="00826275" w:rsidTr="00826275">
        <w:trPr>
          <w:trHeight w:val="737"/>
        </w:trPr>
        <w:tc>
          <w:tcPr>
            <w:tcW w:w="5520" w:type="dxa"/>
            <w:gridSpan w:val="4"/>
          </w:tcPr>
          <w:p w:rsidR="00A54A6D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Teacher/Student:</w:t>
            </w:r>
          </w:p>
          <w:p w:rsidR="00A54A6D" w:rsidRDefault="00A54A6D" w:rsidP="00D77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1:</w:t>
            </w:r>
          </w:p>
          <w:p w:rsidR="00A54A6D" w:rsidRDefault="00A54A6D" w:rsidP="00581A30">
            <w:pPr>
              <w:tabs>
                <w:tab w:val="left" w:pos="3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Non-fiction </w:t>
            </w:r>
            <w:r w:rsidRPr="001F69E5">
              <w:rPr>
                <w:rFonts w:ascii="Times New Roman" w:hAnsi="Times New Roman"/>
                <w:b/>
                <w:i/>
                <w:sz w:val="24"/>
                <w:szCs w:val="24"/>
              </w:rPr>
              <w:t>“Friendship”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book</w:t>
            </w:r>
          </w:p>
          <w:p w:rsidR="00A54A6D" w:rsidRDefault="00A54A6D" w:rsidP="00581A30">
            <w:pPr>
              <w:tabs>
                <w:tab w:val="left" w:pos="3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9E5">
              <w:rPr>
                <w:rFonts w:ascii="Times New Roman" w:hAnsi="Times New Roman"/>
                <w:b/>
                <w:i/>
                <w:sz w:val="24"/>
                <w:szCs w:val="24"/>
              </w:rPr>
              <w:t>Click Clack Moo: Cows that Type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book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54A6D" w:rsidRDefault="00A54A6D" w:rsidP="00581A30">
            <w:pPr>
              <w:tabs>
                <w:tab w:val="left" w:pos="3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Chart Paper</w:t>
            </w:r>
          </w:p>
          <w:p w:rsidR="00A54A6D" w:rsidRDefault="00A54A6D" w:rsidP="00581A30">
            <w:pPr>
              <w:tabs>
                <w:tab w:val="left" w:pos="3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Markers</w:t>
            </w:r>
          </w:p>
          <w:p w:rsidR="00A54A6D" w:rsidRDefault="00A54A6D" w:rsidP="00581A30">
            <w:pPr>
              <w:tabs>
                <w:tab w:val="left" w:pos="3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Sharing Circle Document</w:t>
            </w:r>
          </w:p>
          <w:p w:rsidR="00A54A6D" w:rsidRPr="00581A30" w:rsidRDefault="00A54A6D" w:rsidP="00581A30">
            <w:pPr>
              <w:tabs>
                <w:tab w:val="left" w:pos="3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Talking / Sharing Stick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2: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Fiction and nonfiction friend books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Document camera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Opinion Writing Frame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B8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Take a Trip to Planet Blip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book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B80">
              <w:rPr>
                <w:rFonts w:ascii="Times New Roman" w:hAnsi="Times New Roman"/>
                <w:b/>
                <w:i/>
                <w:sz w:val="24"/>
                <w:szCs w:val="24"/>
              </w:rPr>
              <w:t>Peter Paper Clip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book</w:t>
            </w:r>
          </w:p>
          <w:p w:rsidR="00A54A6D" w:rsidRPr="00EE79B8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B80">
              <w:rPr>
                <w:rFonts w:ascii="Times New Roman" w:hAnsi="Times New Roman"/>
                <w:b/>
                <w:i/>
                <w:sz w:val="24"/>
                <w:szCs w:val="24"/>
              </w:rPr>
              <w:t>Guinea Pig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book</w:t>
            </w:r>
          </w:p>
          <w:p w:rsidR="00A54A6D" w:rsidRPr="009B2C98" w:rsidRDefault="00A54A6D" w:rsidP="00581A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Rules                                  First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Citizen                                Next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                                Then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Capitalization                     Last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Illustrations                        Story Sequence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character traits                  Opinion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story structure                   Non-fiction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4A6D" w:rsidRPr="00826275" w:rsidTr="00826275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A54A6D" w:rsidRPr="00826275" w:rsidTr="00826275">
        <w:trPr>
          <w:trHeight w:val="688"/>
        </w:trPr>
        <w:tc>
          <w:tcPr>
            <w:tcW w:w="2538" w:type="dxa"/>
          </w:tcPr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54A6D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">
              <w:r w:rsidRPr="00826275">
                <w:rPr>
                  <w:rFonts w:ascii="Times New Roman" w:hAnsi="Times New Roman"/>
                  <w:b/>
                  <w:sz w:val="24"/>
                  <w:szCs w:val="24"/>
                </w:rPr>
                <w:t>Reading</w:t>
              </w:r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RL.1.2,  RI.1.7, RI.1.10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A54A6D" w:rsidRDefault="00A54A6D" w:rsidP="008262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imSun" w:hAnsi="Times New Roman"/>
              </w:rPr>
            </w:pPr>
            <w:r w:rsidRPr="00826275">
              <w:rPr>
                <w:rFonts w:ascii="Times New Roman" w:eastAsia="SimSun" w:hAnsi="Times New Roman"/>
              </w:rPr>
              <w:t>I can retell stories including key details</w:t>
            </w:r>
          </w:p>
          <w:p w:rsidR="00A54A6D" w:rsidRDefault="00A54A6D" w:rsidP="008262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>I can read nonfiction text and describe key details</w:t>
            </w:r>
          </w:p>
          <w:p w:rsidR="00A54A6D" w:rsidRPr="00826275" w:rsidRDefault="00A54A6D" w:rsidP="008262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 xml:space="preserve">I can explain traits of a good friend. </w:t>
            </w:r>
          </w:p>
          <w:p w:rsidR="00A54A6D" w:rsidRDefault="00A54A6D" w:rsidP="005244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4A6D" w:rsidRDefault="00A54A6D" w:rsidP="005244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54A6D" w:rsidRDefault="00A54A6D" w:rsidP="00377B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A54A6D" w:rsidRDefault="00A54A6D" w:rsidP="00581A30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vocabulary:  non-fiction, opinion</w:t>
            </w:r>
          </w:p>
          <w:p w:rsidR="00A54A6D" w:rsidRDefault="00A54A6D" w:rsidP="00581A3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and discuss a non-fiction book about “friendship”.   </w:t>
            </w:r>
          </w:p>
          <w:p w:rsidR="00A54A6D" w:rsidRDefault="00A54A6D" w:rsidP="00581A3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Record details about friendship that students share on a chart.</w:t>
            </w:r>
          </w:p>
          <w:p w:rsidR="00A54A6D" w:rsidRDefault="00A54A6D" w:rsidP="00581A3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the procedures for conducting a “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</w:rPr>
                <w:t>Sharing Circle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”.  (use the “Simple Sharing Circle Document in Task 4 Unit 1)</w:t>
            </w:r>
          </w:p>
          <w:p w:rsidR="00A54A6D" w:rsidRDefault="00A54A6D" w:rsidP="00581A3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Guide students in determining rules for the “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</w:rPr>
                <w:t>Sharing Circle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”  (Sharing / Talking Stick for the speaker to use)</w:t>
            </w:r>
          </w:p>
          <w:p w:rsidR="00A54A6D" w:rsidRDefault="00A54A6D" w:rsidP="00581A3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After rules are determined have students discuss the non-fiction book and share a detail from the book in a sharing circle.</w:t>
            </w:r>
          </w:p>
          <w:p w:rsidR="00A54A6D" w:rsidRPr="00752C34" w:rsidRDefault="00A54A6D" w:rsidP="00581A3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should share in an opinion format :”The part of this book that I liked the best was when…….”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A54A6D" w:rsidRPr="001F69E5" w:rsidRDefault="00A54A6D" w:rsidP="00581A3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fiction and non-fiction text definitions and other vocabulary:  opinion</w:t>
            </w:r>
          </w:p>
          <w:p w:rsidR="00A54A6D" w:rsidRPr="001F69E5" w:rsidRDefault="00A54A6D" w:rsidP="00581A3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Show students several books about friendship that have been shared throughout the unit.</w:t>
            </w:r>
          </w:p>
          <w:p w:rsidR="00A54A6D" w:rsidRPr="001F69E5" w:rsidRDefault="00A54A6D" w:rsidP="00581A3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choose a book to complete an opinion writing activity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eastAsia="MS Mincho" w:cs="Calibri"/>
              </w:rPr>
            </w:pPr>
            <w:r w:rsidRPr="00EE58FB">
              <w:rPr>
                <w:rFonts w:eastAsia="MS Mincho" w:cs="Calibri"/>
              </w:rPr>
              <w:t>My favorite book about friends is ________________by __________.I like it because____________________________________________.</w:t>
            </w:r>
          </w:p>
          <w:p w:rsidR="00A54A6D" w:rsidRDefault="00A54A6D" w:rsidP="001F69E5">
            <w:pPr>
              <w:spacing w:after="0" w:line="240" w:lineRule="auto"/>
              <w:rPr>
                <w:rFonts w:eastAsia="MS Mincho" w:cs="Calibri"/>
              </w:rPr>
            </w:pPr>
            <w:r>
              <w:rPr>
                <w:rFonts w:eastAsia="MS Mincho" w:cs="Calibri"/>
              </w:rPr>
              <w:t xml:space="preserve">              </w:t>
            </w:r>
            <w:r w:rsidRPr="00EE58FB">
              <w:rPr>
                <w:rFonts w:eastAsia="MS Mincho" w:cs="Calibri"/>
              </w:rPr>
              <w:t>Another reason I like it is ___________________________________.</w:t>
            </w:r>
            <w:r>
              <w:rPr>
                <w:rFonts w:eastAsia="MS Mincho" w:cs="Calibri"/>
              </w:rPr>
              <w:t xml:space="preserve">I also like       </w:t>
            </w:r>
          </w:p>
          <w:p w:rsidR="00A54A6D" w:rsidRPr="00EE58FB" w:rsidRDefault="00A54A6D" w:rsidP="001F69E5">
            <w:pPr>
              <w:spacing w:after="0" w:line="240" w:lineRule="auto"/>
              <w:rPr>
                <w:rFonts w:eastAsia="MS Mincho" w:cs="Calibri"/>
              </w:rPr>
            </w:pPr>
            <w:r>
              <w:rPr>
                <w:rFonts w:eastAsia="MS Mincho" w:cs="Calibri"/>
              </w:rPr>
              <w:t xml:space="preserve">              </w:t>
            </w:r>
            <w:r w:rsidRPr="00EE58FB">
              <w:rPr>
                <w:rFonts w:eastAsia="MS Mincho" w:cs="Calibri"/>
              </w:rPr>
              <w:t>because _______________________________________.</w:t>
            </w:r>
          </w:p>
          <w:p w:rsidR="00A54A6D" w:rsidRPr="00EE58FB" w:rsidRDefault="00A54A6D" w:rsidP="001F69E5">
            <w:pPr>
              <w:spacing w:after="0" w:line="240" w:lineRule="auto"/>
              <w:rPr>
                <w:rFonts w:cs="Calibri"/>
              </w:rPr>
            </w:pP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b/>
                <w:sz w:val="24"/>
                <w:szCs w:val="24"/>
                <w:u w:val="single"/>
              </w:rPr>
              <w:softHyphen/>
            </w:r>
            <w:r w:rsidRPr="00EE58FB">
              <w:rPr>
                <w:rFonts w:cs="Calibri"/>
                <w:sz w:val="24"/>
                <w:szCs w:val="24"/>
              </w:rPr>
              <w:t xml:space="preserve">The teacher will </w:t>
            </w:r>
            <w:r w:rsidRPr="00EE58FB">
              <w:rPr>
                <w:rFonts w:cs="Calibri"/>
                <w:b/>
                <w:sz w:val="24"/>
                <w:szCs w:val="24"/>
              </w:rPr>
              <w:t>model</w:t>
            </w:r>
            <w:r w:rsidRPr="00EE58FB">
              <w:rPr>
                <w:rFonts w:cs="Calibri"/>
                <w:sz w:val="24"/>
                <w:szCs w:val="24"/>
              </w:rPr>
              <w:t xml:space="preserve"> the process by writing about her favorite book using the document camera. 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sz w:val="24"/>
                <w:szCs w:val="24"/>
              </w:rPr>
              <w:t>Model using capital letters at the beginning of sentences.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sz w:val="24"/>
                <w:szCs w:val="24"/>
              </w:rPr>
              <w:t>Model using punctuation at the end of sentences.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sz w:val="24"/>
                <w:szCs w:val="24"/>
              </w:rPr>
              <w:t>Model using capital letters for the names of characters and the pronoun “I”.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sz w:val="24"/>
                <w:szCs w:val="24"/>
              </w:rPr>
              <w:t>Model spelling known words correctly.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sz w:val="24"/>
                <w:szCs w:val="24"/>
              </w:rPr>
              <w:t xml:space="preserve">Model using the Word Wall for frequently used words that have been taught. 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sz w:val="24"/>
                <w:szCs w:val="24"/>
              </w:rPr>
              <w:t>Model sounding out unfamiliar words.</w:t>
            </w:r>
          </w:p>
          <w:p w:rsidR="00A54A6D" w:rsidRPr="00EE58FB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E58FB">
              <w:rPr>
                <w:rFonts w:cs="Calibri"/>
                <w:sz w:val="24"/>
                <w:szCs w:val="24"/>
              </w:rPr>
              <w:t>Model looking at anchor charts for help</w:t>
            </w:r>
          </w:p>
          <w:p w:rsidR="00A54A6D" w:rsidRDefault="00A54A6D" w:rsidP="001F69E5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E58FB">
              <w:rPr>
                <w:rFonts w:cs="Calibri"/>
                <w:sz w:val="24"/>
                <w:szCs w:val="24"/>
              </w:rPr>
              <w:t xml:space="preserve">After the teacher has </w:t>
            </w:r>
            <w:r w:rsidRPr="00EE58FB">
              <w:rPr>
                <w:rFonts w:cs="Calibri"/>
                <w:b/>
                <w:sz w:val="24"/>
                <w:szCs w:val="24"/>
              </w:rPr>
              <w:t>modeled</w:t>
            </w:r>
            <w:r w:rsidRPr="00EE58FB">
              <w:rPr>
                <w:rFonts w:cs="Calibri"/>
                <w:sz w:val="24"/>
                <w:szCs w:val="24"/>
              </w:rPr>
              <w:t xml:space="preserve"> this task, students will be provided a </w:t>
            </w:r>
            <w:r>
              <w:rPr>
                <w:rFonts w:cs="Calibri"/>
                <w:sz w:val="24"/>
                <w:szCs w:val="24"/>
              </w:rPr>
              <w:t xml:space="preserve">Writing Frame to </w:t>
            </w:r>
            <w:r w:rsidRPr="00EE58FB">
              <w:rPr>
                <w:rFonts w:cs="Calibri"/>
                <w:sz w:val="24"/>
                <w:szCs w:val="24"/>
              </w:rPr>
              <w:t xml:space="preserve"> write and illustrate their own opinion piece on the same topic. As students work independently, the teacher will monitor, conference, and provide support as needed. </w:t>
            </w:r>
          </w:p>
          <w:p w:rsidR="00A54A6D" w:rsidRPr="001F69E5" w:rsidRDefault="00A54A6D" w:rsidP="00655A9E">
            <w:pPr>
              <w:numPr>
                <w:ilvl w:val="0"/>
                <w:numId w:val="31"/>
              </w:num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Compile the Writing Frames into a class book.</w:t>
            </w:r>
          </w:p>
          <w:p w:rsidR="00A54A6D" w:rsidRPr="00826275" w:rsidRDefault="00A54A6D" w:rsidP="00EE79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4A6D" w:rsidRPr="00826275" w:rsidTr="00826275">
        <w:trPr>
          <w:trHeight w:val="1178"/>
        </w:trPr>
        <w:tc>
          <w:tcPr>
            <w:tcW w:w="2538" w:type="dxa"/>
          </w:tcPr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54A6D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W 1.1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A54A6D" w:rsidRPr="00D7776F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6F">
              <w:rPr>
                <w:rFonts w:ascii="Times New Roman" w:hAnsi="Times New Roman"/>
                <w:sz w:val="24"/>
                <w:szCs w:val="24"/>
              </w:rPr>
              <w:t>I can use pictures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sentences</w:t>
            </w:r>
            <w:r w:rsidRPr="00D7776F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write and opinion</w:t>
            </w:r>
            <w:r w:rsidRPr="00D7776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54A6D" w:rsidRPr="007A3858" w:rsidRDefault="00A54A6D" w:rsidP="00D7776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  <w:p w:rsidR="00A54A6D" w:rsidRDefault="00A54A6D" w:rsidP="009B2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A54A6D" w:rsidRPr="001F69E5" w:rsidRDefault="00A54A6D" w:rsidP="00FB7B8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choose a book to complete the opinion writing frame.</w:t>
            </w:r>
          </w:p>
          <w:p w:rsidR="00A54A6D" w:rsidRPr="009B2C98" w:rsidRDefault="00A54A6D" w:rsidP="009B2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4A6D" w:rsidRPr="00826275" w:rsidTr="00826275">
        <w:trPr>
          <w:trHeight w:val="688"/>
        </w:trPr>
        <w:tc>
          <w:tcPr>
            <w:tcW w:w="2538" w:type="dxa"/>
          </w:tcPr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54A6D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A54A6D" w:rsidRPr="00592530" w:rsidRDefault="00A54A6D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RL 1.2a:  </w:t>
            </w:r>
            <w:r>
              <w:rPr>
                <w:rFonts w:ascii="Times New Roman" w:hAnsi="Times New Roman"/>
                <w:sz w:val="24"/>
                <w:szCs w:val="24"/>
              </w:rPr>
              <w:t>Identify short vowel sounds.</w:t>
            </w:r>
          </w:p>
          <w:p w:rsidR="00A54A6D" w:rsidRDefault="00A54A6D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can identify consonants and vowels.  </w:t>
            </w:r>
          </w:p>
          <w:p w:rsidR="00A54A6D" w:rsidRPr="00592530" w:rsidRDefault="00A54A6D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I can identify the short vowel i sound in a word.</w:t>
            </w:r>
          </w:p>
          <w:p w:rsidR="00A54A6D" w:rsidRDefault="00A54A6D" w:rsidP="003F06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54A6D" w:rsidRDefault="00A54A6D" w:rsidP="003F06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4A6D" w:rsidRDefault="00A54A6D" w:rsidP="001D0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A54A6D" w:rsidRPr="00FB7B80" w:rsidRDefault="00A54A6D" w:rsidP="00FB7B80">
            <w:pPr>
              <w:pStyle w:val="NoSpacing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7B80">
              <w:rPr>
                <w:rFonts w:ascii="Times New Roman" w:hAnsi="Times New Roman" w:cs="Times New Roman"/>
                <w:sz w:val="24"/>
                <w:szCs w:val="24"/>
              </w:rPr>
              <w:t>Introduce and sing the short i song.</w:t>
            </w:r>
          </w:p>
          <w:p w:rsidR="00A54A6D" w:rsidRPr="00FB7B80" w:rsidRDefault="00A54A6D" w:rsidP="00FB7B80">
            <w:pPr>
              <w:pStyle w:val="NoSpacing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B7B80">
              <w:rPr>
                <w:rFonts w:ascii="Times New Roman" w:hAnsi="Times New Roman" w:cs="Times New Roman"/>
                <w:sz w:val="24"/>
                <w:szCs w:val="24"/>
              </w:rPr>
              <w:t>After the story, have the students give words that have the short i sound so that you can write them on a igloo cut-out, or an igloo you have drawn, etc.  Children will cut out an igloo and put short I words on the squares of the igloo.  Make a picture with the igloo paper.   (More advanced students could write sentences on the back).</w:t>
            </w:r>
          </w:p>
          <w:p w:rsidR="00A54A6D" w:rsidRPr="00FB7B80" w:rsidRDefault="00A54A6D" w:rsidP="00FB7B8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B80">
              <w:rPr>
                <w:rFonts w:ascii="Times New Roman" w:hAnsi="Times New Roman"/>
                <w:sz w:val="24"/>
                <w:szCs w:val="24"/>
              </w:rPr>
              <w:t>Carl’s Corner has additional ideas</w:t>
            </w:r>
          </w:p>
          <w:p w:rsidR="00A54A6D" w:rsidRDefault="00A54A6D" w:rsidP="001D0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A54A6D" w:rsidRPr="00FB7B80" w:rsidRDefault="00A54A6D" w:rsidP="00FB7B8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B7B80">
              <w:rPr>
                <w:rFonts w:ascii="Times New Roman" w:hAnsi="Times New Roman"/>
                <w:sz w:val="24"/>
                <w:szCs w:val="24"/>
              </w:rPr>
              <w:t xml:space="preserve">Today we will work </w:t>
            </w:r>
            <w:r>
              <w:rPr>
                <w:rFonts w:ascii="Times New Roman" w:hAnsi="Times New Roman"/>
                <w:sz w:val="24"/>
                <w:szCs w:val="24"/>
              </w:rPr>
              <w:t>with the word family  ip and ig</w:t>
            </w:r>
            <w:r w:rsidRPr="00FB7B80">
              <w:rPr>
                <w:rFonts w:ascii="Times New Roman" w:hAnsi="Times New Roman"/>
                <w:sz w:val="24"/>
                <w:szCs w:val="24"/>
              </w:rPr>
              <w:t>.  “Here’s a part you know”.  “Make a chart with the two headings ip and ig..Have the children listen as you read the stories, “</w:t>
            </w:r>
            <w:r w:rsidRPr="00FB7B8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Take a Trip to Planet Blip</w:t>
            </w:r>
            <w:r w:rsidRPr="00FB7B80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r w:rsidRPr="00FB7B80">
              <w:rPr>
                <w:rFonts w:ascii="Times New Roman" w:hAnsi="Times New Roman"/>
                <w:sz w:val="24"/>
                <w:szCs w:val="24"/>
                <w:u w:val="single"/>
              </w:rPr>
              <w:t>“Peter Paper Clip</w:t>
            </w:r>
            <w:r w:rsidRPr="00FB7B80">
              <w:rPr>
                <w:rFonts w:ascii="Times New Roman" w:hAnsi="Times New Roman"/>
                <w:sz w:val="24"/>
                <w:szCs w:val="24"/>
              </w:rPr>
              <w:t>” and “</w:t>
            </w:r>
            <w:r w:rsidRPr="00FB7B80">
              <w:rPr>
                <w:rFonts w:ascii="Times New Roman" w:hAnsi="Times New Roman"/>
                <w:sz w:val="24"/>
                <w:szCs w:val="24"/>
                <w:u w:val="single"/>
              </w:rPr>
              <w:t>Guinea Pig</w:t>
            </w:r>
            <w:r w:rsidRPr="00FB7B80">
              <w:rPr>
                <w:rFonts w:ascii="Times New Roman" w:hAnsi="Times New Roman"/>
                <w:sz w:val="24"/>
                <w:szCs w:val="24"/>
              </w:rPr>
              <w:t>.  Have children give words that you could write on the chart side –ip and -ip.</w:t>
            </w:r>
          </w:p>
          <w:p w:rsidR="00A54A6D" w:rsidRPr="00FB7B80" w:rsidRDefault="00A54A6D" w:rsidP="00FB7B8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B8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APPLY:  </w:t>
            </w:r>
            <w:r w:rsidRPr="00FB7B80">
              <w:rPr>
                <w:rFonts w:ascii="Times New Roman" w:hAnsi="Times New Roman"/>
                <w:sz w:val="24"/>
                <w:szCs w:val="24"/>
              </w:rPr>
              <w:t>Draw a pig on the board and have children generate ig words on it.</w:t>
            </w:r>
          </w:p>
          <w:p w:rsidR="00A54A6D" w:rsidRPr="00FB7B80" w:rsidRDefault="00A54A6D" w:rsidP="00FB7B8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B80">
              <w:rPr>
                <w:rFonts w:ascii="Times New Roman" w:hAnsi="Times New Roman"/>
                <w:sz w:val="24"/>
                <w:szCs w:val="24"/>
              </w:rPr>
              <w:t>Draw a paper clip on the board and have children generate ip words on it.</w:t>
            </w:r>
          </w:p>
          <w:p w:rsidR="00A54A6D" w:rsidRPr="00FB7B80" w:rsidRDefault="00A54A6D" w:rsidP="00FB7B8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7B80">
              <w:rPr>
                <w:rFonts w:ascii="Times New Roman" w:hAnsi="Times New Roman"/>
                <w:sz w:val="24"/>
                <w:szCs w:val="24"/>
              </w:rPr>
              <w:t xml:space="preserve">Word Study:  pig wig big dig, fig, gig, jig, rig, zig, </w:t>
            </w:r>
          </w:p>
          <w:p w:rsidR="00A54A6D" w:rsidRPr="00FB7B80" w:rsidRDefault="00A54A6D" w:rsidP="00FB7B80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B7B80">
              <w:rPr>
                <w:rFonts w:ascii="Times New Roman" w:hAnsi="Times New Roman"/>
                <w:sz w:val="24"/>
                <w:szCs w:val="24"/>
              </w:rPr>
              <w:t>Dip, hip, lip nip, rip sip tip whip zip chip grip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4A6D" w:rsidRPr="00826275" w:rsidTr="00826275">
        <w:trPr>
          <w:trHeight w:val="1448"/>
        </w:trPr>
        <w:tc>
          <w:tcPr>
            <w:tcW w:w="2538" w:type="dxa"/>
          </w:tcPr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 xml:space="preserve">Gradual Release of </w:t>
            </w:r>
            <w:r w:rsidRPr="00592530">
              <w:rPr>
                <w:rFonts w:ascii="Times New Roman" w:hAnsi="Times New Roman" w:cs="Times New Roman"/>
                <w:u w:val="single"/>
              </w:rPr>
              <w:t>Responsibility</w:t>
            </w:r>
            <w:r w:rsidRPr="00826275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A54A6D" w:rsidRPr="00826275" w:rsidRDefault="00A54A6D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A54A6D" w:rsidRDefault="00A54A6D" w:rsidP="00FC08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6EF0">
              <w:rPr>
                <w:rFonts w:ascii="Times New Roman" w:hAnsi="Times New Roman"/>
                <w:b/>
                <w:sz w:val="24"/>
                <w:szCs w:val="24"/>
              </w:rPr>
              <w:t xml:space="preserve">Standards SL.1.1 “participating in collaborative conversations with diverse partners”. </w:t>
            </w:r>
          </w:p>
          <w:p w:rsidR="00A54A6D" w:rsidRPr="00FC0888" w:rsidRDefault="00A54A6D" w:rsidP="00FC0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888">
              <w:rPr>
                <w:rFonts w:ascii="Times New Roman" w:hAnsi="Times New Roman"/>
                <w:sz w:val="24"/>
                <w:szCs w:val="24"/>
              </w:rPr>
              <w:t>Requires explicit instruction with extensive modeling from teacher, followed by opportunities to practice.</w:t>
            </w:r>
          </w:p>
          <w:p w:rsidR="00A54A6D" w:rsidRDefault="00A54A6D" w:rsidP="00FC08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A54A6D" w:rsidRPr="00FC0888" w:rsidRDefault="00A54A6D" w:rsidP="00FC0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888">
              <w:rPr>
                <w:rFonts w:ascii="Times New Roman" w:hAnsi="Times New Roman"/>
                <w:sz w:val="24"/>
                <w:szCs w:val="24"/>
              </w:rPr>
              <w:t>I can listen to and retell a story using complete sentences.</w:t>
            </w:r>
          </w:p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can share in a sharing circle.</w:t>
            </w:r>
          </w:p>
          <w:p w:rsidR="00A54A6D" w:rsidRPr="00FC0888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4A6D" w:rsidRPr="00826275" w:rsidTr="00826275">
        <w:trPr>
          <w:trHeight w:val="1448"/>
        </w:trPr>
        <w:tc>
          <w:tcPr>
            <w:tcW w:w="2538" w:type="dxa"/>
          </w:tcPr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A54A6D" w:rsidRPr="00826275" w:rsidRDefault="00A54A6D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26275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A54A6D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54A6D" w:rsidRPr="00826275" w:rsidTr="0082627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A54A6D" w:rsidRPr="00826275" w:rsidTr="00826275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A54A6D" w:rsidRPr="00826275" w:rsidTr="00826275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A54A6D" w:rsidRPr="00FC7E31" w:rsidRDefault="00A54A6D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Write 2-3 sentences that include all of the components of a “good” sentence.  Add one or two other facts to the survey that make the students a good friend.  </w:t>
            </w:r>
          </w:p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A54A6D" w:rsidRPr="00FC7E31" w:rsidRDefault="00A54A6D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If students are unable to write a sentence, they can copy one from the board or use pictures.  Pair a struggling reader with a stronger reader for the purpose of conducting the survey.  </w:t>
            </w:r>
          </w:p>
        </w:tc>
        <w:tc>
          <w:tcPr>
            <w:tcW w:w="3672" w:type="dxa"/>
            <w:shd w:val="clear" w:color="auto" w:fill="FFFFFF"/>
          </w:tcPr>
          <w:p w:rsidR="00A54A6D" w:rsidRPr="00FC7E31" w:rsidRDefault="00A54A6D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Teacher will scribe or the teacher will write a sentence and students will copy.  Pair the student with another same language child.</w:t>
            </w:r>
          </w:p>
        </w:tc>
      </w:tr>
      <w:tr w:rsidR="00A54A6D" w:rsidRPr="00826275" w:rsidTr="0082627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54A6D" w:rsidRPr="00826275" w:rsidRDefault="00A54A6D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A54A6D" w:rsidRPr="00826275" w:rsidTr="00826275">
        <w:trPr>
          <w:trHeight w:val="296"/>
        </w:trPr>
        <w:tc>
          <w:tcPr>
            <w:tcW w:w="11016" w:type="dxa"/>
            <w:gridSpan w:val="6"/>
          </w:tcPr>
          <w:p w:rsidR="00A54A6D" w:rsidRDefault="00A54A6D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A54A6D" w:rsidRDefault="00A54A6D" w:rsidP="00645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Rubric for Writing About My Favorite Book</w:t>
            </w:r>
          </w:p>
          <w:p w:rsidR="00A54A6D" w:rsidRDefault="00A54A6D" w:rsidP="00645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Opinion Writing Frame</w:t>
            </w:r>
          </w:p>
          <w:p w:rsidR="00A54A6D" w:rsidRPr="00826275" w:rsidRDefault="00A54A6D" w:rsidP="00645F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A6D" w:rsidRPr="00826275" w:rsidTr="00826275">
        <w:trPr>
          <w:trHeight w:val="296"/>
        </w:trPr>
        <w:tc>
          <w:tcPr>
            <w:tcW w:w="11016" w:type="dxa"/>
            <w:gridSpan w:val="6"/>
          </w:tcPr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826275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54A6D" w:rsidRPr="00826275" w:rsidRDefault="00A54A6D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4A6D" w:rsidRPr="00FC7E31" w:rsidRDefault="00A54A6D" w:rsidP="00FC7E31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 xml:space="preserve">Note: This template does not reflect the lesson plans for Guided </w:t>
      </w:r>
      <w:smartTag w:uri="urn:schemas-microsoft-com:office:smarttags" w:element="place">
        <w:r w:rsidRPr="0007242D">
          <w:rPr>
            <w:rFonts w:ascii="Times New Roman" w:hAnsi="Times New Roman"/>
            <w:i/>
            <w:sz w:val="24"/>
            <w:szCs w:val="24"/>
          </w:rPr>
          <w:t>Reading</w:t>
        </w:r>
      </w:smartTag>
      <w:r w:rsidRPr="0007242D">
        <w:rPr>
          <w:rFonts w:ascii="Times New Roman" w:hAnsi="Times New Roman"/>
          <w:i/>
          <w:sz w:val="24"/>
          <w:szCs w:val="24"/>
        </w:rPr>
        <w:t>.</w:t>
      </w:r>
    </w:p>
    <w:sectPr w:rsidR="00A54A6D" w:rsidRPr="00FC7E31" w:rsidSect="00FE460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A6D" w:rsidRDefault="00A54A6D" w:rsidP="00D7779B">
      <w:pPr>
        <w:spacing w:after="0" w:line="240" w:lineRule="auto"/>
      </w:pPr>
      <w:r>
        <w:separator/>
      </w:r>
    </w:p>
  </w:endnote>
  <w:endnote w:type="continuationSeparator" w:id="0">
    <w:p w:rsidR="00A54A6D" w:rsidRDefault="00A54A6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altName w:val="Trebuchet MS Bold Italic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6D" w:rsidRDefault="00A54A6D" w:rsidP="00826275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A6D" w:rsidRDefault="00A54A6D" w:rsidP="00D7779B">
      <w:pPr>
        <w:spacing w:after="0" w:line="240" w:lineRule="auto"/>
      </w:pPr>
      <w:r>
        <w:separator/>
      </w:r>
    </w:p>
  </w:footnote>
  <w:footnote w:type="continuationSeparator" w:id="0">
    <w:p w:rsidR="00A54A6D" w:rsidRDefault="00A54A6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1B8C"/>
    <w:multiLevelType w:val="hybridMultilevel"/>
    <w:tmpl w:val="EB9C6C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D5232"/>
    <w:multiLevelType w:val="hybridMultilevel"/>
    <w:tmpl w:val="0CFC8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F6654"/>
    <w:multiLevelType w:val="hybridMultilevel"/>
    <w:tmpl w:val="7FDA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72D02"/>
    <w:multiLevelType w:val="hybridMultilevel"/>
    <w:tmpl w:val="AA88C4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4D306B"/>
    <w:multiLevelType w:val="hybridMultilevel"/>
    <w:tmpl w:val="433A88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B267F1"/>
    <w:multiLevelType w:val="hybridMultilevel"/>
    <w:tmpl w:val="B90A3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FF7A08"/>
    <w:multiLevelType w:val="hybridMultilevel"/>
    <w:tmpl w:val="8E920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B6707DF"/>
    <w:multiLevelType w:val="hybridMultilevel"/>
    <w:tmpl w:val="3E940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DEC0B7E"/>
    <w:multiLevelType w:val="hybridMultilevel"/>
    <w:tmpl w:val="88A0E6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F558B4"/>
    <w:multiLevelType w:val="hybridMultilevel"/>
    <w:tmpl w:val="8118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C8169A"/>
    <w:multiLevelType w:val="hybridMultilevel"/>
    <w:tmpl w:val="B3369A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8B43A24"/>
    <w:multiLevelType w:val="hybridMultilevel"/>
    <w:tmpl w:val="B12C8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1220B2"/>
    <w:multiLevelType w:val="hybridMultilevel"/>
    <w:tmpl w:val="032E79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8131BD"/>
    <w:multiLevelType w:val="hybridMultilevel"/>
    <w:tmpl w:val="A5E48D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C518E1"/>
    <w:multiLevelType w:val="hybridMultilevel"/>
    <w:tmpl w:val="29F859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C05521"/>
    <w:multiLevelType w:val="hybridMultilevel"/>
    <w:tmpl w:val="368E62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9C568AB"/>
    <w:multiLevelType w:val="hybridMultilevel"/>
    <w:tmpl w:val="8BB4F6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F11DF2"/>
    <w:multiLevelType w:val="hybridMultilevel"/>
    <w:tmpl w:val="25FA3B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0909C0"/>
    <w:multiLevelType w:val="hybridMultilevel"/>
    <w:tmpl w:val="7CCE83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27102F"/>
    <w:multiLevelType w:val="hybridMultilevel"/>
    <w:tmpl w:val="2C0E7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A1332E"/>
    <w:multiLevelType w:val="hybridMultilevel"/>
    <w:tmpl w:val="3E8838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691E63"/>
    <w:multiLevelType w:val="hybridMultilevel"/>
    <w:tmpl w:val="CD8284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D93FDC"/>
    <w:multiLevelType w:val="hybridMultilevel"/>
    <w:tmpl w:val="559805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D13BDB"/>
    <w:multiLevelType w:val="hybridMultilevel"/>
    <w:tmpl w:val="1BC23E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5D34DB9"/>
    <w:multiLevelType w:val="hybridMultilevel"/>
    <w:tmpl w:val="757EE566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454A00"/>
    <w:multiLevelType w:val="hybridMultilevel"/>
    <w:tmpl w:val="BDFCE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0A0437"/>
    <w:multiLevelType w:val="hybridMultilevel"/>
    <w:tmpl w:val="D9A42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E60981"/>
    <w:multiLevelType w:val="hybridMultilevel"/>
    <w:tmpl w:val="A9DA9A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6202474"/>
    <w:multiLevelType w:val="hybridMultilevel"/>
    <w:tmpl w:val="89A89B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3F313B"/>
    <w:multiLevelType w:val="hybridMultilevel"/>
    <w:tmpl w:val="A670B1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8E72E8C"/>
    <w:multiLevelType w:val="hybridMultilevel"/>
    <w:tmpl w:val="FCA4A4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9F82233"/>
    <w:multiLevelType w:val="hybridMultilevel"/>
    <w:tmpl w:val="D982EF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667930"/>
    <w:multiLevelType w:val="hybridMultilevel"/>
    <w:tmpl w:val="CCB02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5"/>
  </w:num>
  <w:num w:numId="3">
    <w:abstractNumId w:val="3"/>
  </w:num>
  <w:num w:numId="4">
    <w:abstractNumId w:val="26"/>
  </w:num>
  <w:num w:numId="5">
    <w:abstractNumId w:val="23"/>
  </w:num>
  <w:num w:numId="6">
    <w:abstractNumId w:val="31"/>
  </w:num>
  <w:num w:numId="7">
    <w:abstractNumId w:val="6"/>
  </w:num>
  <w:num w:numId="8">
    <w:abstractNumId w:val="18"/>
  </w:num>
  <w:num w:numId="9">
    <w:abstractNumId w:val="30"/>
  </w:num>
  <w:num w:numId="10">
    <w:abstractNumId w:val="8"/>
  </w:num>
  <w:num w:numId="11">
    <w:abstractNumId w:val="5"/>
  </w:num>
  <w:num w:numId="12">
    <w:abstractNumId w:val="33"/>
  </w:num>
  <w:num w:numId="13">
    <w:abstractNumId w:val="20"/>
  </w:num>
  <w:num w:numId="14">
    <w:abstractNumId w:val="13"/>
  </w:num>
  <w:num w:numId="15">
    <w:abstractNumId w:val="22"/>
  </w:num>
  <w:num w:numId="16">
    <w:abstractNumId w:val="16"/>
  </w:num>
  <w:num w:numId="17">
    <w:abstractNumId w:val="1"/>
  </w:num>
  <w:num w:numId="18">
    <w:abstractNumId w:val="10"/>
  </w:num>
  <w:num w:numId="19">
    <w:abstractNumId w:val="29"/>
  </w:num>
  <w:num w:numId="20">
    <w:abstractNumId w:val="19"/>
  </w:num>
  <w:num w:numId="21">
    <w:abstractNumId w:val="27"/>
  </w:num>
  <w:num w:numId="22">
    <w:abstractNumId w:val="0"/>
  </w:num>
  <w:num w:numId="23">
    <w:abstractNumId w:val="15"/>
  </w:num>
  <w:num w:numId="24">
    <w:abstractNumId w:val="21"/>
  </w:num>
  <w:num w:numId="25">
    <w:abstractNumId w:val="7"/>
  </w:num>
  <w:num w:numId="26">
    <w:abstractNumId w:val="28"/>
  </w:num>
  <w:num w:numId="27">
    <w:abstractNumId w:val="32"/>
  </w:num>
  <w:num w:numId="28">
    <w:abstractNumId w:val="17"/>
  </w:num>
  <w:num w:numId="29">
    <w:abstractNumId w:val="14"/>
  </w:num>
  <w:num w:numId="30">
    <w:abstractNumId w:val="4"/>
  </w:num>
  <w:num w:numId="31">
    <w:abstractNumId w:val="11"/>
  </w:num>
  <w:num w:numId="32">
    <w:abstractNumId w:val="12"/>
  </w:num>
  <w:num w:numId="33">
    <w:abstractNumId w:val="24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6554B"/>
    <w:rsid w:val="0007242D"/>
    <w:rsid w:val="000944EC"/>
    <w:rsid w:val="00095D4D"/>
    <w:rsid w:val="000C0DBB"/>
    <w:rsid w:val="00111698"/>
    <w:rsid w:val="00132F97"/>
    <w:rsid w:val="00137796"/>
    <w:rsid w:val="00195FE6"/>
    <w:rsid w:val="001D0149"/>
    <w:rsid w:val="001F69E5"/>
    <w:rsid w:val="00224A5F"/>
    <w:rsid w:val="00240226"/>
    <w:rsid w:val="00252DD9"/>
    <w:rsid w:val="0028190D"/>
    <w:rsid w:val="00295B83"/>
    <w:rsid w:val="002A4BC4"/>
    <w:rsid w:val="002D503C"/>
    <w:rsid w:val="00313990"/>
    <w:rsid w:val="00354226"/>
    <w:rsid w:val="0036249F"/>
    <w:rsid w:val="00377B9E"/>
    <w:rsid w:val="003D7072"/>
    <w:rsid w:val="003D7D31"/>
    <w:rsid w:val="003F069E"/>
    <w:rsid w:val="003F39B8"/>
    <w:rsid w:val="004B658C"/>
    <w:rsid w:val="0051657B"/>
    <w:rsid w:val="005244E4"/>
    <w:rsid w:val="00570FB8"/>
    <w:rsid w:val="00581A30"/>
    <w:rsid w:val="00592530"/>
    <w:rsid w:val="00596F2D"/>
    <w:rsid w:val="005C4CBE"/>
    <w:rsid w:val="00626EF0"/>
    <w:rsid w:val="00643719"/>
    <w:rsid w:val="00645F3D"/>
    <w:rsid w:val="006552C6"/>
    <w:rsid w:val="00655A9E"/>
    <w:rsid w:val="00681FA3"/>
    <w:rsid w:val="006A0ACD"/>
    <w:rsid w:val="006A1E7F"/>
    <w:rsid w:val="006C5F0C"/>
    <w:rsid w:val="006F794C"/>
    <w:rsid w:val="00752C34"/>
    <w:rsid w:val="00753F98"/>
    <w:rsid w:val="007A3858"/>
    <w:rsid w:val="007B1586"/>
    <w:rsid w:val="007E24C0"/>
    <w:rsid w:val="007F5C30"/>
    <w:rsid w:val="0080492F"/>
    <w:rsid w:val="00826275"/>
    <w:rsid w:val="00891A07"/>
    <w:rsid w:val="008C13D7"/>
    <w:rsid w:val="00933D45"/>
    <w:rsid w:val="0093614B"/>
    <w:rsid w:val="00955F40"/>
    <w:rsid w:val="009A1730"/>
    <w:rsid w:val="009B085C"/>
    <w:rsid w:val="009B2C98"/>
    <w:rsid w:val="009B2FDB"/>
    <w:rsid w:val="009E309B"/>
    <w:rsid w:val="009E437B"/>
    <w:rsid w:val="00A4559B"/>
    <w:rsid w:val="00A54A6D"/>
    <w:rsid w:val="00A90A8F"/>
    <w:rsid w:val="00AB3F65"/>
    <w:rsid w:val="00AB6B31"/>
    <w:rsid w:val="00AD509C"/>
    <w:rsid w:val="00B233DE"/>
    <w:rsid w:val="00B90661"/>
    <w:rsid w:val="00BA176D"/>
    <w:rsid w:val="00BE4CDD"/>
    <w:rsid w:val="00C53829"/>
    <w:rsid w:val="00C67760"/>
    <w:rsid w:val="00C92D93"/>
    <w:rsid w:val="00CD5617"/>
    <w:rsid w:val="00D7776F"/>
    <w:rsid w:val="00D7779B"/>
    <w:rsid w:val="00D801CF"/>
    <w:rsid w:val="00DD00AA"/>
    <w:rsid w:val="00DD6FE2"/>
    <w:rsid w:val="00DE5147"/>
    <w:rsid w:val="00DF6B8B"/>
    <w:rsid w:val="00E278E9"/>
    <w:rsid w:val="00EE58FB"/>
    <w:rsid w:val="00EE79B8"/>
    <w:rsid w:val="00FB7B80"/>
    <w:rsid w:val="00FC0888"/>
    <w:rsid w:val="00FC7E31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D4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NoSpacing">
    <w:name w:val="No Spacing"/>
    <w:uiPriority w:val="99"/>
    <w:qFormat/>
    <w:rsid w:val="00FB7B80"/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962</Words>
  <Characters>5489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Authorized User</cp:lastModifiedBy>
  <cp:revision>2</cp:revision>
  <cp:lastPrinted>2012-05-01T14:47:00Z</cp:lastPrinted>
  <dcterms:created xsi:type="dcterms:W3CDTF">2012-07-12T14:29:00Z</dcterms:created>
  <dcterms:modified xsi:type="dcterms:W3CDTF">2012-07-12T14:29:00Z</dcterms:modified>
</cp:coreProperties>
</file>